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504DBA0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 xml:space="preserve">v souvislosti s ustanovením 3 odst. 1 zákona č. 340/2015 Sb., o zvláštních podmínkách účinnosti některých smluv, uveřejňování těchto smluv a o registru smluv (zákon </w:t>
      </w:r>
      <w:r w:rsidR="008E2D7C">
        <w:rPr>
          <w:rStyle w:val="Siln"/>
        </w:rPr>
        <w:br/>
      </w:r>
      <w:r w:rsidRPr="00986260">
        <w:rPr>
          <w:rStyle w:val="Siln"/>
        </w:rPr>
        <w:t>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629BF708" w:rsidR="008145D7" w:rsidRDefault="008145D7" w:rsidP="0084698C">
      <w:pPr>
        <w:pStyle w:val="Identifikace"/>
        <w:tabs>
          <w:tab w:val="left" w:pos="708"/>
          <w:tab w:val="left" w:pos="1416"/>
          <w:tab w:val="left" w:pos="2124"/>
          <w:tab w:val="left" w:pos="2832"/>
          <w:tab w:val="left" w:pos="5085"/>
        </w:tabs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  <w:r w:rsidR="0084698C">
        <w:rPr>
          <w:rFonts w:eastAsia="Times New Roman" w:cs="Times New Roman"/>
          <w:highlight w:val="lightGray"/>
          <w:lang w:eastAsia="cs-CZ"/>
        </w:rPr>
        <w:tab/>
      </w:r>
      <w:r w:rsidR="0084698C">
        <w:rPr>
          <w:rFonts w:eastAsia="Times New Roman" w:cs="Times New Roman"/>
          <w:highlight w:val="lightGray"/>
          <w:lang w:eastAsia="cs-CZ"/>
        </w:rPr>
        <w:tab/>
      </w:r>
      <w:r w:rsidR="0084698C">
        <w:rPr>
          <w:rFonts w:eastAsia="Times New Roman" w:cs="Times New Roman"/>
          <w:highlight w:val="lightGray"/>
          <w:lang w:eastAsia="cs-CZ"/>
        </w:rPr>
        <w:tab/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0E9B18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Pr="008E2D7C">
        <w:rPr>
          <w:rFonts w:eastAsia="Times New Roman" w:cs="Times New Roman"/>
          <w:b/>
          <w:lang w:eastAsia="cs-CZ"/>
        </w:rPr>
        <w:t>„</w:t>
      </w:r>
      <w:bookmarkEnd w:id="0"/>
      <w:r w:rsidR="008E2D7C" w:rsidRPr="008E2D7C">
        <w:rPr>
          <w:b/>
          <w:bCs/>
        </w:rPr>
        <w:t>Diagnostika a přepočty strategických přemostění II v obvodu OŘ PHA“</w:t>
      </w:r>
      <w:r w:rsidRPr="008E2D7C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8E2D7C">
        <w:rPr>
          <w:rFonts w:eastAsia="Times New Roman" w:cs="Times New Roman"/>
          <w:lang w:eastAsia="cs-CZ"/>
        </w:rPr>
        <w:t xml:space="preserve">č.j. </w:t>
      </w:r>
      <w:r w:rsidR="008E2D7C" w:rsidRPr="008E2D7C">
        <w:rPr>
          <w:rFonts w:eastAsia="Times New Roman" w:cs="Times New Roman"/>
          <w:lang w:eastAsia="cs-CZ"/>
        </w:rPr>
        <w:t>25358/2025-SŽ-OŘ PHA-OVZ</w:t>
      </w:r>
      <w:r w:rsidRPr="008E2D7C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CF7BD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CF7BD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11523" w14:textId="2FE1A9A9" w:rsidR="008E2D7C" w:rsidRDefault="008E2D7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33611EA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9A5A96B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74CED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0BF3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4698C"/>
    <w:rsid w:val="008659F3"/>
    <w:rsid w:val="00871841"/>
    <w:rsid w:val="00880337"/>
    <w:rsid w:val="00882E6D"/>
    <w:rsid w:val="00886D4B"/>
    <w:rsid w:val="00895406"/>
    <w:rsid w:val="008A3568"/>
    <w:rsid w:val="008D03B9"/>
    <w:rsid w:val="008E2D7C"/>
    <w:rsid w:val="008F18D6"/>
    <w:rsid w:val="00904780"/>
    <w:rsid w:val="0090642B"/>
    <w:rsid w:val="009137A9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CF7BD6"/>
    <w:rsid w:val="00D21061"/>
    <w:rsid w:val="00D30A60"/>
    <w:rsid w:val="00D323FC"/>
    <w:rsid w:val="00D4108E"/>
    <w:rsid w:val="00D45C59"/>
    <w:rsid w:val="00D61054"/>
    <w:rsid w:val="00D6163D"/>
    <w:rsid w:val="00D70EAA"/>
    <w:rsid w:val="00D73D46"/>
    <w:rsid w:val="00D831A3"/>
    <w:rsid w:val="00DC75F3"/>
    <w:rsid w:val="00DD46F3"/>
    <w:rsid w:val="00DE4C4D"/>
    <w:rsid w:val="00DE56F2"/>
    <w:rsid w:val="00DF116D"/>
    <w:rsid w:val="00E36C4A"/>
    <w:rsid w:val="00E66FFC"/>
    <w:rsid w:val="00E9723F"/>
    <w:rsid w:val="00EB104F"/>
    <w:rsid w:val="00ED14BD"/>
    <w:rsid w:val="00ED4F97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540BF3"/>
    <w:rsid w:val="00710200"/>
    <w:rsid w:val="0087094D"/>
    <w:rsid w:val="00B72819"/>
    <w:rsid w:val="00BE31C7"/>
    <w:rsid w:val="00C601C7"/>
    <w:rsid w:val="00D323FC"/>
    <w:rsid w:val="00DB3D9A"/>
    <w:rsid w:val="00ED4F9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477</Words>
  <Characters>2816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14</cp:revision>
  <cp:lastPrinted>2025-06-16T06:19:00Z</cp:lastPrinted>
  <dcterms:created xsi:type="dcterms:W3CDTF">2023-11-16T10:29:00Z</dcterms:created>
  <dcterms:modified xsi:type="dcterms:W3CDTF">2025-06-16T06:31:00Z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